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208C71DD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F808DF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C85E1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75F43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CCA60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DBC20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53B00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B7E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08DF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2024-02-16T08:59:00Z</dcterms:created>
  <dcterms:modified xsi:type="dcterms:W3CDTF">2024-02-16T08:59:00Z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